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p w14:paraId="6818C6D7" w14:textId="2E7DF6FF" w:rsidR="00826B7B" w:rsidRPr="006C2343" w:rsidRDefault="002D1482" w:rsidP="006C2343">
      <w:pPr>
        <w:pStyle w:val="Titul2"/>
        <w:rPr>
          <w:highlight w:val="green"/>
        </w:rPr>
      </w:pPr>
      <w:r w:rsidRPr="002D1482">
        <w:rPr>
          <w:rStyle w:val="Nzevakce"/>
          <w:b/>
          <w:szCs w:val="24"/>
        </w:rPr>
        <w:t>Doplnění závor na přejezdu P5893 v km 45,166 Kácov - Světlá nad Sázavou</w:t>
      </w:r>
    </w:p>
    <w:p w14:paraId="199112C1" w14:textId="77777777" w:rsidR="00826B7B" w:rsidRPr="006C2343" w:rsidRDefault="00826B7B" w:rsidP="006C2343">
      <w:pPr>
        <w:pStyle w:val="Titul2"/>
      </w:pPr>
      <w:bookmarkStart w:id="0" w:name="_GoBack"/>
      <w:bookmarkEnd w:id="0"/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66FFF0C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 w:rsidRPr="00B3540C">
        <w:t>1</w:t>
      </w:r>
      <w:r w:rsidR="00B3540C" w:rsidRPr="00B3540C">
        <w:t>2</w:t>
      </w:r>
      <w:r w:rsidRPr="00B3540C">
        <w:t xml:space="preserve">. </w:t>
      </w:r>
      <w:r w:rsidR="009933B5" w:rsidRPr="00B3540C">
        <w:t>1</w:t>
      </w:r>
      <w:r w:rsidR="00CD039F" w:rsidRPr="00B3540C">
        <w:t>2</w:t>
      </w:r>
      <w:r w:rsidRPr="00B3540C">
        <w:t>. 20</w:t>
      </w:r>
      <w:r w:rsidR="00A616BE" w:rsidRPr="00B3540C"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8B22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8B22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8B222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8B22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8B222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58113" w14:textId="77777777" w:rsidR="008B2222" w:rsidRDefault="008B2222" w:rsidP="00962258">
      <w:pPr>
        <w:spacing w:after="0" w:line="240" w:lineRule="auto"/>
      </w:pPr>
      <w:r>
        <w:separator/>
      </w:r>
    </w:p>
  </w:endnote>
  <w:endnote w:type="continuationSeparator" w:id="0">
    <w:p w14:paraId="23863760" w14:textId="77777777" w:rsidR="008B2222" w:rsidRDefault="008B22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1EB152E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48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48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14EAD736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2D1482" w:rsidRPr="002D1482">
            <w:rPr>
              <w:b/>
              <w:bCs/>
              <w:noProof/>
            </w:rPr>
            <w:t>Doplnění</w:t>
          </w:r>
          <w:r w:rsidR="002D1482">
            <w:rPr>
              <w:b/>
              <w:noProof/>
            </w:rPr>
            <w:t xml:space="preserve"> závor na přejezdu P5893 v km 45,166 Kácov - Světlá nad Sázavou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2BC11440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2D1482" w:rsidRPr="002D1482">
            <w:rPr>
              <w:b/>
              <w:bCs/>
              <w:noProof/>
            </w:rPr>
            <w:t>Doplnění</w:t>
          </w:r>
          <w:r w:rsidR="002D1482">
            <w:rPr>
              <w:b/>
              <w:noProof/>
            </w:rPr>
            <w:t xml:space="preserve"> závor na přejezdu P5893 v km 45,166 Kácov - Světlá nad Sázavou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7171A318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48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48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6D37D" w14:textId="77777777" w:rsidR="008B2222" w:rsidRDefault="008B2222" w:rsidP="00962258">
      <w:pPr>
        <w:spacing w:after="0" w:line="240" w:lineRule="auto"/>
      </w:pPr>
      <w:r>
        <w:separator/>
      </w:r>
    </w:p>
  </w:footnote>
  <w:footnote w:type="continuationSeparator" w:id="0">
    <w:p w14:paraId="2CF6A2B4" w14:textId="77777777" w:rsidR="008B2222" w:rsidRDefault="008B22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133E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1482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2D5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0D14"/>
    <w:rsid w:val="008A3568"/>
    <w:rsid w:val="008A7064"/>
    <w:rsid w:val="008B2222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3540C"/>
    <w:rsid w:val="00B5431A"/>
    <w:rsid w:val="00B7049C"/>
    <w:rsid w:val="00B75EE1"/>
    <w:rsid w:val="00B77481"/>
    <w:rsid w:val="00B80DA2"/>
    <w:rsid w:val="00B832BA"/>
    <w:rsid w:val="00B8518B"/>
    <w:rsid w:val="00B97CC3"/>
    <w:rsid w:val="00BB1CC9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18F4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671D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36734"/>
    <w:rsid w:val="00F45607"/>
    <w:rsid w:val="00F4722B"/>
    <w:rsid w:val="00F54432"/>
    <w:rsid w:val="00F566A1"/>
    <w:rsid w:val="00F659EB"/>
    <w:rsid w:val="00F86BA6"/>
    <w:rsid w:val="00F8788B"/>
    <w:rsid w:val="00F9234A"/>
    <w:rsid w:val="00FA4B7B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AFC620EE-B417-4A67-A54D-5C05549D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6E935-6E71-4AA8-92D8-0CCB10E6A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0</TotalTime>
  <Pages>6</Pages>
  <Words>1576</Words>
  <Characters>9304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3</cp:revision>
  <cp:lastPrinted>2019-03-13T10:28:00Z</cp:lastPrinted>
  <dcterms:created xsi:type="dcterms:W3CDTF">2020-12-20T13:49:00Z</dcterms:created>
  <dcterms:modified xsi:type="dcterms:W3CDTF">2020-12-20T13:49:00Z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